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DB4B6" w14:textId="08394351"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 xml:space="preserve">Příloha č. </w:t>
      </w:r>
      <w:r w:rsidR="00C53E5F">
        <w:rPr>
          <w:rFonts w:asciiTheme="minorHAnsi" w:hAnsiTheme="minorHAnsi"/>
          <w:sz w:val="18"/>
          <w:szCs w:val="18"/>
        </w:rPr>
        <w:t>2</w:t>
      </w:r>
      <w:r w:rsidRPr="00C06299">
        <w:rPr>
          <w:rFonts w:asciiTheme="minorHAnsi" w:hAnsiTheme="minorHAnsi"/>
          <w:sz w:val="18"/>
          <w:szCs w:val="18"/>
        </w:rPr>
        <w:t xml:space="preserve"> </w:t>
      </w:r>
      <w:r w:rsidR="00C53E5F">
        <w:rPr>
          <w:rFonts w:asciiTheme="minorHAnsi" w:hAnsiTheme="minorHAnsi"/>
          <w:sz w:val="18"/>
          <w:szCs w:val="18"/>
        </w:rPr>
        <w:t>Smlou</w:t>
      </w:r>
      <w:r w:rsidR="00FF2781">
        <w:rPr>
          <w:rFonts w:asciiTheme="minorHAnsi" w:hAnsiTheme="minorHAnsi"/>
          <w:sz w:val="18"/>
          <w:szCs w:val="18"/>
        </w:rPr>
        <w:t>vy</w:t>
      </w:r>
    </w:p>
    <w:p w14:paraId="10BA85D5" w14:textId="1BFE3771" w:rsidR="00C06299" w:rsidRDefault="00627C1A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bCs/>
          <w:color w:val="FF5200" w:themeColor="accent2"/>
          <w:sz w:val="36"/>
          <w:szCs w:val="36"/>
        </w:rPr>
        <w:t>Cena</w:t>
      </w:r>
      <w:r w:rsidR="00FF2781" w:rsidRPr="12FC9F56">
        <w:rPr>
          <w:rFonts w:asciiTheme="minorHAnsi" w:hAnsiTheme="minorHAnsi"/>
          <w:b/>
          <w:bCs/>
          <w:color w:val="FF5200" w:themeColor="accent2"/>
          <w:sz w:val="36"/>
          <w:szCs w:val="36"/>
        </w:rPr>
        <w:t xml:space="preserve"> </w:t>
      </w:r>
      <w:r w:rsidR="00797AC0">
        <w:rPr>
          <w:rFonts w:asciiTheme="minorHAnsi" w:hAnsiTheme="minorHAnsi"/>
          <w:b/>
          <w:bCs/>
          <w:color w:val="FF5200" w:themeColor="accent2"/>
          <w:sz w:val="36"/>
          <w:szCs w:val="36"/>
        </w:rPr>
        <w:t>plnění</w:t>
      </w:r>
    </w:p>
    <w:p w14:paraId="162DEE42" w14:textId="1DB4D437" w:rsidR="00FC5124" w:rsidRPr="004D3118" w:rsidRDefault="00FC5124" w:rsidP="12FC9F56">
      <w:pPr>
        <w:rPr>
          <w:rFonts w:asciiTheme="minorHAnsi" w:hAnsiTheme="minorHAnsi"/>
          <w:sz w:val="18"/>
          <w:szCs w:val="18"/>
        </w:rPr>
      </w:pPr>
    </w:p>
    <w:tbl>
      <w:tblPr>
        <w:tblStyle w:val="Mkatabulky"/>
        <w:tblW w:w="0" w:type="auto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1411"/>
        <w:gridCol w:w="1358"/>
        <w:gridCol w:w="781"/>
        <w:gridCol w:w="1133"/>
        <w:gridCol w:w="1389"/>
        <w:gridCol w:w="1268"/>
        <w:gridCol w:w="1359"/>
      </w:tblGrid>
      <w:tr w:rsidR="12FC9F56" w14:paraId="53446D97" w14:textId="77777777" w:rsidTr="12FC9F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73E55F33" w14:textId="56A5C9D8" w:rsidR="12FC9F56" w:rsidRDefault="12FC9F56" w:rsidP="12FC9F5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12FC9F56">
              <w:rPr>
                <w:rFonts w:asciiTheme="minorHAnsi" w:hAnsiTheme="minorHAnsi"/>
                <w:sz w:val="18"/>
                <w:szCs w:val="18"/>
              </w:rPr>
              <w:t>Název</w:t>
            </w:r>
          </w:p>
        </w:tc>
        <w:tc>
          <w:tcPr>
            <w:tcW w:w="1153" w:type="dxa"/>
            <w:tcBorders>
              <w:bottom w:val="single" w:sz="2" w:space="0" w:color="auto"/>
            </w:tcBorders>
            <w:vAlign w:val="center"/>
          </w:tcPr>
          <w:p w14:paraId="2602547A" w14:textId="7CE7E441" w:rsidR="7ADB5621" w:rsidRDefault="7ADB5621" w:rsidP="12FC9F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12FC9F56">
              <w:rPr>
                <w:rFonts w:asciiTheme="minorHAnsi" w:hAnsiTheme="minorHAnsi"/>
                <w:sz w:val="18"/>
                <w:szCs w:val="18"/>
              </w:rPr>
              <w:t>Odkaz</w:t>
            </w:r>
          </w:p>
        </w:tc>
        <w:tc>
          <w:tcPr>
            <w:tcW w:w="818" w:type="dxa"/>
            <w:tcBorders>
              <w:bottom w:val="single" w:sz="2" w:space="0" w:color="auto"/>
            </w:tcBorders>
            <w:vAlign w:val="center"/>
          </w:tcPr>
          <w:p w14:paraId="08661A60" w14:textId="5CD0E022" w:rsidR="12FC9F56" w:rsidRDefault="12FC9F56" w:rsidP="12FC9F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12FC9F56">
              <w:rPr>
                <w:rFonts w:asciiTheme="minorHAnsi" w:hAnsiTheme="minorHAnsi"/>
                <w:sz w:val="18"/>
                <w:szCs w:val="18"/>
              </w:rPr>
              <w:t>Počet kusů</w:t>
            </w:r>
          </w:p>
        </w:tc>
        <w:tc>
          <w:tcPr>
            <w:tcW w:w="1144" w:type="dxa"/>
            <w:tcBorders>
              <w:bottom w:val="single" w:sz="2" w:space="0" w:color="auto"/>
            </w:tcBorders>
          </w:tcPr>
          <w:p w14:paraId="137DC44A" w14:textId="66E6084E" w:rsidR="12FC9F56" w:rsidRDefault="12FC9F56" w:rsidP="12FC9F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12FC9F56">
              <w:rPr>
                <w:rFonts w:asciiTheme="minorHAnsi" w:hAnsiTheme="minorHAnsi"/>
                <w:sz w:val="18"/>
                <w:szCs w:val="18"/>
              </w:rPr>
              <w:t xml:space="preserve">Cena za 1ks bez DPH s platností licencí </w:t>
            </w:r>
            <w:r w:rsidR="005F07F2">
              <w:rPr>
                <w:rFonts w:asciiTheme="minorHAnsi" w:hAnsiTheme="minorHAnsi"/>
                <w:sz w:val="18"/>
                <w:szCs w:val="18"/>
              </w:rPr>
              <w:t>na 1 rok</w:t>
            </w:r>
          </w:p>
        </w:tc>
        <w:tc>
          <w:tcPr>
            <w:tcW w:w="1469" w:type="dxa"/>
            <w:tcBorders>
              <w:bottom w:val="single" w:sz="2" w:space="0" w:color="auto"/>
            </w:tcBorders>
            <w:vAlign w:val="center"/>
          </w:tcPr>
          <w:p w14:paraId="53046895" w14:textId="6706BD98" w:rsidR="12FC9F56" w:rsidRDefault="12FC9F56" w:rsidP="12FC9F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12FC9F56">
              <w:rPr>
                <w:rFonts w:asciiTheme="minorHAnsi" w:hAnsiTheme="minorHAnsi"/>
                <w:sz w:val="18"/>
                <w:szCs w:val="18"/>
              </w:rPr>
              <w:t xml:space="preserve">Cena celkem bez DPH s platností licencí </w:t>
            </w:r>
            <w:r w:rsidR="005F07F2" w:rsidRPr="005F07F2">
              <w:rPr>
                <w:rFonts w:asciiTheme="minorHAnsi" w:hAnsiTheme="minorHAnsi"/>
                <w:sz w:val="18"/>
                <w:szCs w:val="18"/>
              </w:rPr>
              <w:t>na 1 rok</w:t>
            </w:r>
            <w:bookmarkStart w:id="14" w:name="_GoBack"/>
            <w:bookmarkEnd w:id="14"/>
          </w:p>
        </w:tc>
        <w:tc>
          <w:tcPr>
            <w:tcW w:w="1466" w:type="dxa"/>
            <w:tcBorders>
              <w:bottom w:val="single" w:sz="2" w:space="0" w:color="auto"/>
            </w:tcBorders>
            <w:vAlign w:val="center"/>
          </w:tcPr>
          <w:p w14:paraId="109E86C1" w14:textId="31476483" w:rsidR="12FC9F56" w:rsidRDefault="12FC9F56" w:rsidP="12FC9F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12FC9F56">
              <w:rPr>
                <w:rFonts w:asciiTheme="minorHAnsi" w:hAnsiTheme="minorHAnsi"/>
                <w:sz w:val="18"/>
                <w:szCs w:val="18"/>
              </w:rPr>
              <w:t>DPH 21 %</w:t>
            </w:r>
          </w:p>
        </w:tc>
        <w:tc>
          <w:tcPr>
            <w:tcW w:w="151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53FFB1B6" w14:textId="2209A338" w:rsidR="12FC9F56" w:rsidRDefault="12FC9F56" w:rsidP="12FC9F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12FC9F56">
              <w:rPr>
                <w:rFonts w:asciiTheme="minorHAnsi" w:hAnsiTheme="minorHAnsi"/>
                <w:sz w:val="18"/>
                <w:szCs w:val="18"/>
              </w:rPr>
              <w:t>Cena celkem včetně DPH</w:t>
            </w:r>
          </w:p>
        </w:tc>
      </w:tr>
      <w:tr w:rsidR="12FC9F56" w14:paraId="0AFAE6D3" w14:textId="77777777" w:rsidTr="12FC9F56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dxa"/>
            <w:vAlign w:val="center"/>
          </w:tcPr>
          <w:p w14:paraId="7AE3B04C" w14:textId="0FB12909" w:rsidR="12FC9F56" w:rsidRDefault="12FC9F56" w:rsidP="12FC9F56">
            <w:pPr>
              <w:spacing w:after="240"/>
            </w:pP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Atlassian</w:t>
            </w:r>
            <w:proofErr w:type="spellEnd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Access</w:t>
            </w:r>
          </w:p>
        </w:tc>
        <w:tc>
          <w:tcPr>
            <w:tcW w:w="1153" w:type="dxa"/>
            <w:vAlign w:val="center"/>
          </w:tcPr>
          <w:p w14:paraId="5DF453A1" w14:textId="48F3EEA5" w:rsidR="12FC9F56" w:rsidRDefault="12FC9F56" w:rsidP="12FC9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71B7DD7C" w14:textId="78EA2F1B" w:rsidR="12FC9F56" w:rsidRDefault="12FC9F56" w:rsidP="12FC9F56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4" w:type="dxa"/>
            <w:vAlign w:val="center"/>
          </w:tcPr>
          <w:p w14:paraId="0A0447C2" w14:textId="4067A925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69" w:type="dxa"/>
            <w:vAlign w:val="center"/>
          </w:tcPr>
          <w:p w14:paraId="5EE618BD" w14:textId="6C2044D5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66" w:type="dxa"/>
            <w:vAlign w:val="center"/>
          </w:tcPr>
          <w:p w14:paraId="784E05FF" w14:textId="0B1B704F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1" w:type="dxa"/>
            <w:vAlign w:val="bottom"/>
          </w:tcPr>
          <w:p w14:paraId="2F643E70" w14:textId="119786EE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12FC9F56" w14:paraId="377D634B" w14:textId="77777777" w:rsidTr="12FC9F56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dxa"/>
            <w:vAlign w:val="center"/>
          </w:tcPr>
          <w:p w14:paraId="2EEBF5F0" w14:textId="1C9CF0F5" w:rsidR="12FC9F56" w:rsidRDefault="12FC9F56" w:rsidP="12FC9F56">
            <w:pPr>
              <w:spacing w:after="240"/>
            </w:pP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Jira</w:t>
            </w:r>
            <w:proofErr w:type="spellEnd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Software</w:t>
            </w:r>
          </w:p>
          <w:p w14:paraId="76E2337B" w14:textId="4A65959C" w:rsidR="12FC9F56" w:rsidRDefault="12FC9F56" w:rsidP="12FC9F56">
            <w:pPr>
              <w:spacing w:after="24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Premium</w:t>
            </w:r>
          </w:p>
        </w:tc>
        <w:tc>
          <w:tcPr>
            <w:tcW w:w="1153" w:type="dxa"/>
            <w:vAlign w:val="center"/>
          </w:tcPr>
          <w:p w14:paraId="7A99AA7A" w14:textId="127875D0" w:rsidR="12FC9F56" w:rsidRDefault="12FC9F56" w:rsidP="12FC9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24C3B436" w14:textId="18D4BFCC" w:rsidR="12FC9F56" w:rsidRDefault="12FC9F56" w:rsidP="12FC9F56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vAlign w:val="center"/>
          </w:tcPr>
          <w:p w14:paraId="4EC5A243" w14:textId="0CA0592D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69" w:type="dxa"/>
            <w:vAlign w:val="center"/>
          </w:tcPr>
          <w:p w14:paraId="71844079" w14:textId="0950CF29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vAlign w:val="center"/>
          </w:tcPr>
          <w:p w14:paraId="20CFE1F5" w14:textId="07498E06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1" w:type="dxa"/>
            <w:vAlign w:val="bottom"/>
          </w:tcPr>
          <w:p w14:paraId="33FD596F" w14:textId="22FD7B5A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12FC9F56" w14:paraId="7AE0F943" w14:textId="77777777" w:rsidTr="12FC9F56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dxa"/>
            <w:vAlign w:val="center"/>
          </w:tcPr>
          <w:p w14:paraId="0D542252" w14:textId="7D58767D" w:rsidR="12FC9F56" w:rsidRDefault="12FC9F56" w:rsidP="12FC9F56">
            <w:pPr>
              <w:spacing w:after="240"/>
            </w:pP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Jira</w:t>
            </w:r>
            <w:proofErr w:type="spellEnd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Service</w:t>
            </w:r>
            <w:proofErr w:type="spellEnd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Management Premium</w:t>
            </w:r>
          </w:p>
        </w:tc>
        <w:tc>
          <w:tcPr>
            <w:tcW w:w="1153" w:type="dxa"/>
            <w:vAlign w:val="center"/>
          </w:tcPr>
          <w:p w14:paraId="64307B58" w14:textId="51139CDF" w:rsidR="12FC9F56" w:rsidRDefault="12FC9F56" w:rsidP="12FC9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4B2414AA" w14:textId="4BD09D7A" w:rsidR="12FC9F56" w:rsidRDefault="12FC9F56" w:rsidP="12FC9F56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4" w:type="dxa"/>
            <w:vAlign w:val="center"/>
          </w:tcPr>
          <w:p w14:paraId="3DD43126" w14:textId="58B6CCFA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69" w:type="dxa"/>
            <w:vAlign w:val="center"/>
          </w:tcPr>
          <w:p w14:paraId="5B40F37B" w14:textId="7FD8810B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vAlign w:val="center"/>
          </w:tcPr>
          <w:p w14:paraId="142317F8" w14:textId="53F018E9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1" w:type="dxa"/>
            <w:vAlign w:val="bottom"/>
          </w:tcPr>
          <w:p w14:paraId="7322B878" w14:textId="1224D97C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12FC9F56" w14:paraId="009C2995" w14:textId="77777777" w:rsidTr="12FC9F56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dxa"/>
            <w:vAlign w:val="center"/>
          </w:tcPr>
          <w:p w14:paraId="6B65321D" w14:textId="3E641148" w:rsidR="12FC9F56" w:rsidRDefault="12FC9F56" w:rsidP="12FC9F56">
            <w:pPr>
              <w:spacing w:after="240"/>
            </w:pP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Bitbucket</w:t>
            </w:r>
            <w:proofErr w:type="spellEnd"/>
          </w:p>
        </w:tc>
        <w:tc>
          <w:tcPr>
            <w:tcW w:w="1153" w:type="dxa"/>
            <w:vAlign w:val="center"/>
          </w:tcPr>
          <w:p w14:paraId="00E7FBB1" w14:textId="62F351D7" w:rsidR="12FC9F56" w:rsidRDefault="12FC9F56" w:rsidP="12FC9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60AB9ABA" w14:textId="04D94AAF" w:rsidR="12FC9F56" w:rsidRDefault="12FC9F56" w:rsidP="12FC9F56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4" w:type="dxa"/>
            <w:vAlign w:val="center"/>
          </w:tcPr>
          <w:p w14:paraId="3463C0B2" w14:textId="0771D48E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69" w:type="dxa"/>
            <w:vAlign w:val="center"/>
          </w:tcPr>
          <w:p w14:paraId="0680AF9F" w14:textId="0533E821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vAlign w:val="center"/>
          </w:tcPr>
          <w:p w14:paraId="25596904" w14:textId="3A3E9971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1" w:type="dxa"/>
            <w:vAlign w:val="bottom"/>
          </w:tcPr>
          <w:p w14:paraId="1788149E" w14:textId="06796073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12FC9F56" w14:paraId="61C0D0AC" w14:textId="77777777" w:rsidTr="12FC9F56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dxa"/>
            <w:vAlign w:val="center"/>
          </w:tcPr>
          <w:p w14:paraId="2B5D6728" w14:textId="1ADD40A6" w:rsidR="12FC9F56" w:rsidRDefault="12FC9F56" w:rsidP="12FC9F56">
            <w:pPr>
              <w:spacing w:after="240"/>
            </w:pP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Confluence</w:t>
            </w:r>
            <w:proofErr w:type="spellEnd"/>
          </w:p>
          <w:p w14:paraId="75DB3143" w14:textId="568E3FE0" w:rsidR="12FC9F56" w:rsidRDefault="12FC9F56" w:rsidP="12FC9F56">
            <w:pPr>
              <w:spacing w:after="24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Premium</w:t>
            </w:r>
          </w:p>
        </w:tc>
        <w:tc>
          <w:tcPr>
            <w:tcW w:w="1153" w:type="dxa"/>
            <w:vAlign w:val="center"/>
          </w:tcPr>
          <w:p w14:paraId="3F4EE88D" w14:textId="7E4242B4" w:rsidR="12FC9F56" w:rsidRDefault="12FC9F56" w:rsidP="12FC9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1D665736" w14:textId="79CA5196" w:rsidR="12FC9F56" w:rsidRDefault="12FC9F56" w:rsidP="12FC9F56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vAlign w:val="center"/>
          </w:tcPr>
          <w:p w14:paraId="7687C97C" w14:textId="0F20E967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69" w:type="dxa"/>
            <w:vAlign w:val="center"/>
          </w:tcPr>
          <w:p w14:paraId="664AFC70" w14:textId="5196BEB1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vAlign w:val="center"/>
          </w:tcPr>
          <w:p w14:paraId="0BCD196A" w14:textId="5E9A7400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1" w:type="dxa"/>
            <w:vAlign w:val="bottom"/>
          </w:tcPr>
          <w:p w14:paraId="3CA4A843" w14:textId="16B7B434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12FC9F56" w14:paraId="6B6788D3" w14:textId="77777777" w:rsidTr="12FC9F56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dxa"/>
            <w:vAlign w:val="center"/>
          </w:tcPr>
          <w:p w14:paraId="000C0337" w14:textId="070D5ABF" w:rsidR="12FC9F56" w:rsidRDefault="12FC9F56" w:rsidP="12FC9F56">
            <w:pPr>
              <w:spacing w:after="24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JETI</w:t>
            </w:r>
          </w:p>
        </w:tc>
        <w:tc>
          <w:tcPr>
            <w:tcW w:w="1153" w:type="dxa"/>
            <w:vAlign w:val="center"/>
          </w:tcPr>
          <w:p w14:paraId="4EC3FE8C" w14:textId="4FF6D358" w:rsidR="5A2DC8BA" w:rsidRDefault="005F07F2" w:rsidP="12FC9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 w:rsidR="5A2DC8B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Email </w:t>
              </w:r>
              <w:proofErr w:type="spellStart"/>
              <w:r w:rsidR="5A2DC8B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This</w:t>
              </w:r>
              <w:proofErr w:type="spellEnd"/>
              <w:r w:rsidR="5A2DC8B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proofErr w:type="spellStart"/>
              <w:r w:rsidR="5A2DC8B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Issue</w:t>
              </w:r>
              <w:proofErr w:type="spellEnd"/>
              <w:r w:rsidR="5A2DC8B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| </w:t>
              </w:r>
              <w:proofErr w:type="spellStart"/>
              <w:r w:rsidR="5A2DC8B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Atlassian</w:t>
              </w:r>
              <w:proofErr w:type="spellEnd"/>
              <w:r w:rsidR="5A2DC8B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Marketplace</w:t>
              </w:r>
            </w:hyperlink>
          </w:p>
        </w:tc>
        <w:tc>
          <w:tcPr>
            <w:tcW w:w="818" w:type="dxa"/>
            <w:vAlign w:val="center"/>
          </w:tcPr>
          <w:p w14:paraId="05C7AE24" w14:textId="356FEF20" w:rsidR="12FC9F56" w:rsidRDefault="12FC9F56" w:rsidP="12FC9F56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4" w:type="dxa"/>
            <w:vAlign w:val="center"/>
          </w:tcPr>
          <w:p w14:paraId="39D0113B" w14:textId="50904F31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69" w:type="dxa"/>
            <w:vAlign w:val="center"/>
          </w:tcPr>
          <w:p w14:paraId="6AF1D901" w14:textId="0E596291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vAlign w:val="center"/>
          </w:tcPr>
          <w:p w14:paraId="5963D363" w14:textId="04B40EB5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1" w:type="dxa"/>
            <w:vAlign w:val="bottom"/>
          </w:tcPr>
          <w:p w14:paraId="6CC11DCA" w14:textId="481CAA86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12FC9F56" w14:paraId="7BCA271D" w14:textId="77777777" w:rsidTr="12FC9F56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dxa"/>
            <w:vAlign w:val="center"/>
          </w:tcPr>
          <w:p w14:paraId="5B78376F" w14:textId="01BA88D9" w:rsidR="12FC9F56" w:rsidRDefault="12FC9F56" w:rsidP="12FC9F56">
            <w:pPr>
              <w:spacing w:after="240"/>
            </w:pP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Dashboard</w:t>
            </w:r>
            <w:proofErr w:type="spellEnd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HUB</w:t>
            </w:r>
          </w:p>
        </w:tc>
        <w:tc>
          <w:tcPr>
            <w:tcW w:w="1153" w:type="dxa"/>
            <w:vAlign w:val="center"/>
          </w:tcPr>
          <w:p w14:paraId="408566A5" w14:textId="1E617B63" w:rsidR="51D48ECE" w:rsidRDefault="005F07F2" w:rsidP="12FC9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>
              <w:proofErr w:type="spellStart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Dashboard</w:t>
              </w:r>
              <w:proofErr w:type="spellEnd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Hub </w:t>
              </w:r>
              <w:proofErr w:type="spellStart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for</w:t>
              </w:r>
              <w:proofErr w:type="spellEnd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proofErr w:type="spellStart"/>
              <w:proofErr w:type="gramStart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Jira</w:t>
              </w:r>
              <w:proofErr w:type="spellEnd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- </w:t>
              </w:r>
              <w:proofErr w:type="spellStart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Custom</w:t>
              </w:r>
              <w:proofErr w:type="spellEnd"/>
              <w:proofErr w:type="gramEnd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proofErr w:type="spellStart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Charts</w:t>
              </w:r>
              <w:proofErr w:type="spellEnd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&amp; </w:t>
              </w:r>
              <w:proofErr w:type="spellStart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Share</w:t>
              </w:r>
              <w:proofErr w:type="spellEnd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proofErr w:type="spellStart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Reports</w:t>
              </w:r>
              <w:proofErr w:type="spellEnd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| </w:t>
              </w:r>
              <w:proofErr w:type="spellStart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Atlassian</w:t>
              </w:r>
              <w:proofErr w:type="spellEnd"/>
              <w:r w:rsidR="51D48EC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Marketplace</w:t>
              </w:r>
            </w:hyperlink>
          </w:p>
        </w:tc>
        <w:tc>
          <w:tcPr>
            <w:tcW w:w="818" w:type="dxa"/>
            <w:vAlign w:val="center"/>
          </w:tcPr>
          <w:p w14:paraId="68A6085F" w14:textId="46A48465" w:rsidR="12FC9F56" w:rsidRDefault="12FC9F56" w:rsidP="12FC9F56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500</w:t>
            </w:r>
          </w:p>
        </w:tc>
        <w:tc>
          <w:tcPr>
            <w:tcW w:w="1144" w:type="dxa"/>
            <w:vAlign w:val="center"/>
          </w:tcPr>
          <w:p w14:paraId="44F10622" w14:textId="66A38554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69" w:type="dxa"/>
            <w:vAlign w:val="center"/>
          </w:tcPr>
          <w:p w14:paraId="58D12B11" w14:textId="32A0C938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vAlign w:val="center"/>
          </w:tcPr>
          <w:p w14:paraId="4AF6284C" w14:textId="171FB187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1" w:type="dxa"/>
            <w:vAlign w:val="bottom"/>
          </w:tcPr>
          <w:p w14:paraId="4F601EE3" w14:textId="250E2302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12FC9F56" w14:paraId="05D82F93" w14:textId="77777777" w:rsidTr="12FC9F56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dxa"/>
            <w:vAlign w:val="center"/>
          </w:tcPr>
          <w:p w14:paraId="70F5DC0B" w14:textId="7F1318C1" w:rsidR="12FC9F56" w:rsidRDefault="12FC9F56" w:rsidP="12FC9F56">
            <w:pPr>
              <w:spacing w:after="240"/>
            </w:pP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PowerBI</w:t>
            </w:r>
            <w:proofErr w:type="spellEnd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connector</w:t>
            </w:r>
            <w:proofErr w:type="spellEnd"/>
          </w:p>
        </w:tc>
        <w:tc>
          <w:tcPr>
            <w:tcW w:w="1153" w:type="dxa"/>
            <w:vAlign w:val="center"/>
          </w:tcPr>
          <w:p w14:paraId="0EF36D00" w14:textId="45CAA3AB" w:rsidR="0ABB23DE" w:rsidRDefault="005F07F2" w:rsidP="12FC9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>
              <w:proofErr w:type="spellStart"/>
              <w:r w:rsidR="0ABB23D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Power</w:t>
              </w:r>
              <w:proofErr w:type="spellEnd"/>
              <w:r w:rsidR="0ABB23D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BI </w:t>
              </w:r>
              <w:proofErr w:type="spellStart"/>
              <w:r w:rsidR="0ABB23D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Jira</w:t>
              </w:r>
              <w:proofErr w:type="spellEnd"/>
              <w:r w:rsidR="0ABB23D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proofErr w:type="spellStart"/>
              <w:r w:rsidR="0ABB23D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Connector</w:t>
              </w:r>
              <w:proofErr w:type="spellEnd"/>
              <w:r w:rsidR="0ABB23D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| </w:t>
              </w:r>
              <w:proofErr w:type="spellStart"/>
              <w:r w:rsidR="0ABB23D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Atlassian</w:t>
              </w:r>
              <w:proofErr w:type="spellEnd"/>
              <w:r w:rsidR="0ABB23DE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Marketplace</w:t>
              </w:r>
            </w:hyperlink>
          </w:p>
        </w:tc>
        <w:tc>
          <w:tcPr>
            <w:tcW w:w="818" w:type="dxa"/>
            <w:vAlign w:val="center"/>
          </w:tcPr>
          <w:p w14:paraId="704DA5F5" w14:textId="2C2204AF" w:rsidR="12FC9F56" w:rsidRDefault="12FC9F56" w:rsidP="12FC9F56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4" w:type="dxa"/>
            <w:vAlign w:val="center"/>
          </w:tcPr>
          <w:p w14:paraId="776DA896" w14:textId="2F7C32AE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69" w:type="dxa"/>
            <w:vAlign w:val="center"/>
          </w:tcPr>
          <w:p w14:paraId="26B062B8" w14:textId="58799556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vAlign w:val="center"/>
          </w:tcPr>
          <w:p w14:paraId="3163E125" w14:textId="2305C3D2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1" w:type="dxa"/>
            <w:vAlign w:val="bottom"/>
          </w:tcPr>
          <w:p w14:paraId="66AABD48" w14:textId="1220352B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12FC9F56" w14:paraId="6EBA304E" w14:textId="77777777" w:rsidTr="12FC9F5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dxa"/>
            <w:vAlign w:val="center"/>
          </w:tcPr>
          <w:p w14:paraId="72AD3DF7" w14:textId="17125191" w:rsidR="12FC9F56" w:rsidRDefault="12FC9F56" w:rsidP="12FC9F56">
            <w:pPr>
              <w:spacing w:after="240"/>
            </w:pP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Reports</w:t>
            </w:r>
            <w:proofErr w:type="spellEnd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timesheets</w:t>
            </w:r>
            <w:proofErr w:type="spellEnd"/>
          </w:p>
        </w:tc>
        <w:tc>
          <w:tcPr>
            <w:tcW w:w="1153" w:type="dxa"/>
            <w:vAlign w:val="center"/>
          </w:tcPr>
          <w:p w14:paraId="052FE664" w14:textId="6FFCC894" w:rsidR="174258FA" w:rsidRDefault="005F07F2" w:rsidP="12FC9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>
              <w:proofErr w:type="spellStart"/>
              <w:r w:rsidR="174258F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Reports</w:t>
              </w:r>
              <w:proofErr w:type="spellEnd"/>
              <w:r w:rsidR="174258F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and </w:t>
              </w:r>
              <w:proofErr w:type="spellStart"/>
              <w:r w:rsidR="174258F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Timesheets</w:t>
              </w:r>
              <w:proofErr w:type="spellEnd"/>
              <w:r w:rsidR="174258F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proofErr w:type="spellStart"/>
              <w:r w:rsidR="174258F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for</w:t>
              </w:r>
              <w:proofErr w:type="spellEnd"/>
              <w:r w:rsidR="174258F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proofErr w:type="spellStart"/>
              <w:r w:rsidR="174258F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Jira</w:t>
              </w:r>
              <w:proofErr w:type="spellEnd"/>
              <w:r w:rsidR="174258F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| </w:t>
              </w:r>
              <w:proofErr w:type="spellStart"/>
              <w:r w:rsidR="174258F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Atlassian</w:t>
              </w:r>
              <w:proofErr w:type="spellEnd"/>
              <w:r w:rsidR="174258FA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Marketplace</w:t>
              </w:r>
            </w:hyperlink>
          </w:p>
        </w:tc>
        <w:tc>
          <w:tcPr>
            <w:tcW w:w="818" w:type="dxa"/>
            <w:vAlign w:val="center"/>
          </w:tcPr>
          <w:p w14:paraId="0A7B03FB" w14:textId="5BECB72F" w:rsidR="12FC9F56" w:rsidRDefault="12FC9F56" w:rsidP="12FC9F56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4" w:type="dxa"/>
            <w:vAlign w:val="center"/>
          </w:tcPr>
          <w:p w14:paraId="161137BD" w14:textId="09C82595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69" w:type="dxa"/>
            <w:vAlign w:val="center"/>
          </w:tcPr>
          <w:p w14:paraId="3FCFA834" w14:textId="0118CD26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vAlign w:val="center"/>
          </w:tcPr>
          <w:p w14:paraId="7D2A119C" w14:textId="7845E7BA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1" w:type="dxa"/>
            <w:vAlign w:val="bottom"/>
          </w:tcPr>
          <w:p w14:paraId="702C2D12" w14:textId="5504D148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12FC9F56" w14:paraId="082AA719" w14:textId="77777777" w:rsidTr="12FC9F56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dxa"/>
            <w:vAlign w:val="center"/>
          </w:tcPr>
          <w:p w14:paraId="239B9B74" w14:textId="43753C13" w:rsidR="12FC9F56" w:rsidRDefault="12FC9F56" w:rsidP="12FC9F56">
            <w:pPr>
              <w:spacing w:after="240"/>
            </w:pPr>
            <w:proofErr w:type="spellStart"/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Xporter</w:t>
            </w:r>
            <w:proofErr w:type="spellEnd"/>
          </w:p>
        </w:tc>
        <w:tc>
          <w:tcPr>
            <w:tcW w:w="1153" w:type="dxa"/>
            <w:vAlign w:val="center"/>
          </w:tcPr>
          <w:p w14:paraId="71C04090" w14:textId="7EBE5178" w:rsidR="5212309F" w:rsidRDefault="005F07F2" w:rsidP="12FC9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>
              <w:proofErr w:type="spellStart"/>
              <w:proofErr w:type="gramStart"/>
              <w:r w:rsidR="5212309F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Xporter</w:t>
              </w:r>
              <w:proofErr w:type="spellEnd"/>
              <w:r w:rsidR="5212309F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- Export</w:t>
              </w:r>
              <w:proofErr w:type="gramEnd"/>
              <w:r w:rsidR="5212309F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proofErr w:type="spellStart"/>
              <w:r w:rsidR="5212309F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issues</w:t>
              </w:r>
              <w:proofErr w:type="spellEnd"/>
              <w:r w:rsidR="5212309F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proofErr w:type="spellStart"/>
              <w:r w:rsidR="5212309F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from</w:t>
              </w:r>
              <w:proofErr w:type="spellEnd"/>
              <w:r w:rsidR="5212309F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proofErr w:type="spellStart"/>
              <w:r w:rsidR="5212309F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Jira</w:t>
              </w:r>
              <w:proofErr w:type="spellEnd"/>
              <w:r w:rsidR="5212309F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| </w:t>
              </w:r>
              <w:proofErr w:type="spellStart"/>
              <w:r w:rsidR="5212309F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Atlassian</w:t>
              </w:r>
              <w:proofErr w:type="spellEnd"/>
              <w:r w:rsidR="5212309F" w:rsidRPr="12FC9F56">
                <w:rPr>
                  <w:rStyle w:val="Hypertextovodkaz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 xml:space="preserve"> Marketplace</w:t>
              </w:r>
            </w:hyperlink>
          </w:p>
        </w:tc>
        <w:tc>
          <w:tcPr>
            <w:tcW w:w="818" w:type="dxa"/>
            <w:vAlign w:val="center"/>
          </w:tcPr>
          <w:p w14:paraId="0E3D9C1A" w14:textId="0B8C03C2" w:rsidR="12FC9F56" w:rsidRDefault="12FC9F56" w:rsidP="12FC9F56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2FC9F5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4" w:type="dxa"/>
            <w:vAlign w:val="center"/>
          </w:tcPr>
          <w:p w14:paraId="6DC893D3" w14:textId="6B01250F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69" w:type="dxa"/>
            <w:vAlign w:val="center"/>
          </w:tcPr>
          <w:p w14:paraId="10C28A14" w14:textId="53E397F5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vAlign w:val="center"/>
          </w:tcPr>
          <w:p w14:paraId="25733FB0" w14:textId="52BAB1AE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1" w:type="dxa"/>
            <w:vAlign w:val="bottom"/>
          </w:tcPr>
          <w:p w14:paraId="0B5FC93B" w14:textId="19073FAE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12FC9F56" w14:paraId="3C5D1CF8" w14:textId="77777777" w:rsidTr="12FC9F56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4" w:type="dxa"/>
            <w:gridSpan w:val="3"/>
            <w:vAlign w:val="center"/>
          </w:tcPr>
          <w:p w14:paraId="118161DF" w14:textId="74DEAD36" w:rsidR="12FC9F56" w:rsidRDefault="12FC9F56" w:rsidP="12FC9F5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12FC9F56">
              <w:rPr>
                <w:rFonts w:asciiTheme="minorHAnsi" w:hAnsiTheme="minorHAnsi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1144" w:type="dxa"/>
          </w:tcPr>
          <w:p w14:paraId="04DF9B23" w14:textId="77777777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469" w:type="dxa"/>
            <w:vAlign w:val="bottom"/>
          </w:tcPr>
          <w:p w14:paraId="090A07CF" w14:textId="5BC970D3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</w:p>
        </w:tc>
        <w:tc>
          <w:tcPr>
            <w:tcW w:w="1466" w:type="dxa"/>
            <w:vAlign w:val="bottom"/>
          </w:tcPr>
          <w:p w14:paraId="6112AB4C" w14:textId="4AE7F968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</w:p>
        </w:tc>
        <w:tc>
          <w:tcPr>
            <w:tcW w:w="1511" w:type="dxa"/>
            <w:vAlign w:val="bottom"/>
          </w:tcPr>
          <w:p w14:paraId="5556CDB0" w14:textId="14C4BF0C" w:rsidR="12FC9F56" w:rsidRDefault="12FC9F56" w:rsidP="12FC9F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</w:p>
        </w:tc>
      </w:tr>
    </w:tbl>
    <w:p w14:paraId="5903DFAC" w14:textId="6B42D906" w:rsidR="12FC9F56" w:rsidRDefault="12FC9F56" w:rsidP="12FC9F56">
      <w:pPr>
        <w:rPr>
          <w:rFonts w:asciiTheme="minorHAnsi" w:hAnsiTheme="minorHAnsi"/>
          <w:sz w:val="18"/>
          <w:szCs w:val="18"/>
        </w:rPr>
      </w:pPr>
    </w:p>
    <w:sectPr w:rsidR="12FC9F56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944D2" w14:textId="77777777" w:rsidR="002D25AC" w:rsidRDefault="002D25AC" w:rsidP="00962258">
      <w:pPr>
        <w:spacing w:after="0" w:line="240" w:lineRule="auto"/>
      </w:pPr>
      <w:r>
        <w:separator/>
      </w:r>
    </w:p>
  </w:endnote>
  <w:endnote w:type="continuationSeparator" w:id="0">
    <w:p w14:paraId="0B1CF4C4" w14:textId="77777777" w:rsidR="002D25AC" w:rsidRDefault="002D25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2AD35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AC7326" w14:textId="066292B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B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B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A244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DE05A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58C371B" w14:textId="77777777" w:rsidR="00F1715C" w:rsidRDefault="00F1715C" w:rsidP="00D831A3">
          <w:pPr>
            <w:pStyle w:val="Zpat"/>
          </w:pPr>
        </w:p>
      </w:tc>
    </w:tr>
  </w:tbl>
  <w:p w14:paraId="18F9690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0DBD806" wp14:editId="6CFB4A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A0BEB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55AA51" wp14:editId="1473E9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B06C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C9E60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0028AF" w14:textId="6967E7A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B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B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25A0B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C941A0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B633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0DC531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F6B916F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CB73CA4" w14:textId="77777777" w:rsidR="00F1715C" w:rsidRDefault="00F1715C" w:rsidP="00460660">
          <w:pPr>
            <w:pStyle w:val="Zpat"/>
          </w:pPr>
        </w:p>
      </w:tc>
    </w:tr>
  </w:tbl>
  <w:p w14:paraId="72E16C9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50342E" wp14:editId="6CEE9D8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AE52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1E3590" wp14:editId="36F98F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157E8B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4D0F0D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8CC29" w14:textId="77777777" w:rsidR="002D25AC" w:rsidRDefault="002D25AC" w:rsidP="00962258">
      <w:pPr>
        <w:spacing w:after="0" w:line="240" w:lineRule="auto"/>
      </w:pPr>
      <w:r>
        <w:separator/>
      </w:r>
    </w:p>
  </w:footnote>
  <w:footnote w:type="continuationSeparator" w:id="0">
    <w:p w14:paraId="621EB9A6" w14:textId="77777777" w:rsidR="002D25AC" w:rsidRDefault="002D25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A5C0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4E0AA7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F8F5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F66C4E" w14:textId="77777777" w:rsidR="00F1715C" w:rsidRPr="00D6163D" w:rsidRDefault="00F1715C" w:rsidP="00D6163D">
          <w:pPr>
            <w:pStyle w:val="Druhdokumentu"/>
          </w:pPr>
        </w:p>
      </w:tc>
    </w:tr>
  </w:tbl>
  <w:p w14:paraId="77D607D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5A3CF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478AB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2C08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C15158" w14:textId="77777777" w:rsidR="00F1715C" w:rsidRPr="00D6163D" w:rsidRDefault="00F1715C" w:rsidP="00FC6389">
          <w:pPr>
            <w:pStyle w:val="Druhdokumentu"/>
          </w:pPr>
        </w:p>
      </w:tc>
    </w:tr>
    <w:tr w:rsidR="009F392E" w14:paraId="33531D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E198B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AC54D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3E691B" w14:textId="77777777" w:rsidR="009F392E" w:rsidRPr="00D6163D" w:rsidRDefault="009F392E" w:rsidP="00FC6389">
          <w:pPr>
            <w:pStyle w:val="Druhdokumentu"/>
          </w:pPr>
        </w:p>
      </w:tc>
    </w:tr>
  </w:tbl>
  <w:p w14:paraId="16AC32D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DD29C83" wp14:editId="53CB177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285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DA40F08"/>
    <w:multiLevelType w:val="hybridMultilevel"/>
    <w:tmpl w:val="BF243F3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4E107F10"/>
    <w:multiLevelType w:val="hybridMultilevel"/>
    <w:tmpl w:val="9ECC6C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52D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752337"/>
    <w:multiLevelType w:val="hybridMultilevel"/>
    <w:tmpl w:val="6590A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01"/>
    <w:rsid w:val="00055D14"/>
    <w:rsid w:val="00072C1E"/>
    <w:rsid w:val="000C3207"/>
    <w:rsid w:val="000C5606"/>
    <w:rsid w:val="000E23A7"/>
    <w:rsid w:val="000F3F8F"/>
    <w:rsid w:val="0010693F"/>
    <w:rsid w:val="00114472"/>
    <w:rsid w:val="001550BC"/>
    <w:rsid w:val="001605B9"/>
    <w:rsid w:val="00165465"/>
    <w:rsid w:val="00170EC5"/>
    <w:rsid w:val="001747C1"/>
    <w:rsid w:val="00184743"/>
    <w:rsid w:val="00207DF5"/>
    <w:rsid w:val="0025520D"/>
    <w:rsid w:val="00272C51"/>
    <w:rsid w:val="00280E07"/>
    <w:rsid w:val="002A4110"/>
    <w:rsid w:val="002C31BF"/>
    <w:rsid w:val="002D08B1"/>
    <w:rsid w:val="002D25AC"/>
    <w:rsid w:val="002E0CD7"/>
    <w:rsid w:val="002F4DB8"/>
    <w:rsid w:val="00341DCF"/>
    <w:rsid w:val="00357BC6"/>
    <w:rsid w:val="00371A72"/>
    <w:rsid w:val="00372137"/>
    <w:rsid w:val="003956C6"/>
    <w:rsid w:val="00402929"/>
    <w:rsid w:val="00434E7F"/>
    <w:rsid w:val="00441430"/>
    <w:rsid w:val="00450F07"/>
    <w:rsid w:val="00453CD3"/>
    <w:rsid w:val="00460660"/>
    <w:rsid w:val="00460D16"/>
    <w:rsid w:val="00486107"/>
    <w:rsid w:val="00491827"/>
    <w:rsid w:val="004B348C"/>
    <w:rsid w:val="004C2ABB"/>
    <w:rsid w:val="004C4399"/>
    <w:rsid w:val="004C5D55"/>
    <w:rsid w:val="004C787C"/>
    <w:rsid w:val="004D3118"/>
    <w:rsid w:val="004E143C"/>
    <w:rsid w:val="004E3A53"/>
    <w:rsid w:val="004F20BC"/>
    <w:rsid w:val="004F4B9B"/>
    <w:rsid w:val="004F5A74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C6BB7"/>
    <w:rsid w:val="005E5337"/>
    <w:rsid w:val="005F07F2"/>
    <w:rsid w:val="005F1404"/>
    <w:rsid w:val="0061068E"/>
    <w:rsid w:val="00627C1A"/>
    <w:rsid w:val="006324D9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1CEB"/>
    <w:rsid w:val="006E314D"/>
    <w:rsid w:val="00710723"/>
    <w:rsid w:val="007139D4"/>
    <w:rsid w:val="00723ED1"/>
    <w:rsid w:val="00743525"/>
    <w:rsid w:val="007510F8"/>
    <w:rsid w:val="0076286B"/>
    <w:rsid w:val="00766846"/>
    <w:rsid w:val="00773FE8"/>
    <w:rsid w:val="0077577E"/>
    <w:rsid w:val="0077673A"/>
    <w:rsid w:val="00776B86"/>
    <w:rsid w:val="007846E1"/>
    <w:rsid w:val="00797AC0"/>
    <w:rsid w:val="007B570C"/>
    <w:rsid w:val="007C589B"/>
    <w:rsid w:val="007E4A6E"/>
    <w:rsid w:val="007F56A7"/>
    <w:rsid w:val="00807DD0"/>
    <w:rsid w:val="00807E35"/>
    <w:rsid w:val="008659F3"/>
    <w:rsid w:val="00886D4B"/>
    <w:rsid w:val="00895406"/>
    <w:rsid w:val="008A3568"/>
    <w:rsid w:val="008A5B37"/>
    <w:rsid w:val="008D03B9"/>
    <w:rsid w:val="008F18D6"/>
    <w:rsid w:val="008F77F0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849A6"/>
    <w:rsid w:val="0099238F"/>
    <w:rsid w:val="00992D9C"/>
    <w:rsid w:val="00996CB8"/>
    <w:rsid w:val="009B14A9"/>
    <w:rsid w:val="009B2E97"/>
    <w:rsid w:val="009C5216"/>
    <w:rsid w:val="009D362A"/>
    <w:rsid w:val="009E07F4"/>
    <w:rsid w:val="009F392E"/>
    <w:rsid w:val="00A16E19"/>
    <w:rsid w:val="00A57049"/>
    <w:rsid w:val="00A6177B"/>
    <w:rsid w:val="00A66136"/>
    <w:rsid w:val="00AA4CBB"/>
    <w:rsid w:val="00AA5D95"/>
    <w:rsid w:val="00AA65FA"/>
    <w:rsid w:val="00AA7351"/>
    <w:rsid w:val="00AD056F"/>
    <w:rsid w:val="00AD6731"/>
    <w:rsid w:val="00AE0D05"/>
    <w:rsid w:val="00B07B2C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53E5F"/>
    <w:rsid w:val="00C572D1"/>
    <w:rsid w:val="00CD1FC4"/>
    <w:rsid w:val="00D21061"/>
    <w:rsid w:val="00D22D30"/>
    <w:rsid w:val="00D4108E"/>
    <w:rsid w:val="00D6163D"/>
    <w:rsid w:val="00D73549"/>
    <w:rsid w:val="00D73D46"/>
    <w:rsid w:val="00D831A3"/>
    <w:rsid w:val="00D849D7"/>
    <w:rsid w:val="00D871EE"/>
    <w:rsid w:val="00DB66C5"/>
    <w:rsid w:val="00DC75F3"/>
    <w:rsid w:val="00DD46F3"/>
    <w:rsid w:val="00DE56F2"/>
    <w:rsid w:val="00DF116D"/>
    <w:rsid w:val="00DF1758"/>
    <w:rsid w:val="00E36C4A"/>
    <w:rsid w:val="00E77F15"/>
    <w:rsid w:val="00EB104F"/>
    <w:rsid w:val="00ED14BD"/>
    <w:rsid w:val="00F0533E"/>
    <w:rsid w:val="00F1048D"/>
    <w:rsid w:val="00F12643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75B76"/>
    <w:rsid w:val="00F86BA6"/>
    <w:rsid w:val="00FC5124"/>
    <w:rsid w:val="00FC6389"/>
    <w:rsid w:val="00FF2781"/>
    <w:rsid w:val="00FF5DEF"/>
    <w:rsid w:val="0ABB23DE"/>
    <w:rsid w:val="12FC9F56"/>
    <w:rsid w:val="174258FA"/>
    <w:rsid w:val="3EA6ABB7"/>
    <w:rsid w:val="4AC5BF5C"/>
    <w:rsid w:val="51D48ECE"/>
    <w:rsid w:val="5212309F"/>
    <w:rsid w:val="5A2DC8BA"/>
    <w:rsid w:val="5DCD5E09"/>
    <w:rsid w:val="5F692E6A"/>
    <w:rsid w:val="6467D6A7"/>
    <w:rsid w:val="75653111"/>
    <w:rsid w:val="7ADB5621"/>
    <w:rsid w:val="7F81D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BCAFB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99238F"/>
    <w:rPr>
      <w:rFonts w:ascii="Verdana" w:hAnsi="Verdana"/>
      <w:sz w:val="20"/>
      <w:szCs w:val="22"/>
    </w:rPr>
  </w:style>
  <w:style w:type="paragraph" w:styleId="Revize">
    <w:name w:val="Revision"/>
    <w:hidden/>
    <w:uiPriority w:val="99"/>
    <w:semiHidden/>
    <w:rsid w:val="00B07B2C"/>
    <w:pPr>
      <w:spacing w:after="0" w:line="240" w:lineRule="auto"/>
    </w:pPr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rketplace.atlassian.com/apps/1219072/power-bi-jira-connector?hosting=cloud&amp;tab=overview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arketplace.atlassian.com/apps/1223898/dashboard-hub-for-jira-reports-charts?hosting=cloud&amp;tab=overview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rketplace.atlassian.com/apps/4977/email-this-issue?hosting=cloud&amp;tab=overview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arketplace.atlassian.com/apps/891368/xporter-export-issues-from-jira?hosting=cloud&amp;tab=pricing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rketplace.atlassian.com/apps/1212942/reports-and-timesheets-for-jira?hosting=cloud&amp;tab=overview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688D85-FD15-4C32-B68D-7303BDBB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2</Pages>
  <Words>195</Words>
  <Characters>1153</Characters>
  <Application>Microsoft Office Word</Application>
  <DocSecurity>0</DocSecurity>
  <Lines>9</Lines>
  <Paragraphs>2</Paragraphs>
  <ScaleCrop>false</ScaleCrop>
  <Company>Správa železnic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21</cp:revision>
  <cp:lastPrinted>2017-11-28T17:18:00Z</cp:lastPrinted>
  <dcterms:created xsi:type="dcterms:W3CDTF">2022-09-15T08:41:00Z</dcterms:created>
  <dcterms:modified xsi:type="dcterms:W3CDTF">2023-10-09T11:29:00Z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